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>
        <w:t>vaginale</w:t>
      </w:r>
      <w:r w:rsidRPr="002A1799">
        <w:t xml:space="preserve"> zone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</w:p>
    <w:p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of glansverchroomd sierplaatje dat toegang verleen</w:t>
      </w:r>
      <w:r w:rsidR="00D52B1F">
        <w:t>t</w:t>
      </w:r>
      <w:r>
        <w:t xml:space="preserve"> tot de hoofdschakelaar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F61D5F" w:rsidP="00F97930">
      <w:pPr>
        <w:pStyle w:val="Bulleted1"/>
        <w:rPr>
          <w:rFonts w:ascii="Arial" w:hAnsi="Arial"/>
        </w:rPr>
      </w:pPr>
      <w:bookmarkStart w:id="0" w:name="_Hlk35937103"/>
      <w:r>
        <w:t xml:space="preserve">keramische </w:t>
      </w:r>
      <w:r w:rsidR="008F24FA" w:rsidRPr="002A1799">
        <w:t>diepspoel-wc-pot met vuilafstotend keramisch oppervlak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doorstroomverwarmer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bookmarkStart w:id="3" w:name="_GoBack"/>
      <w:bookmarkEnd w:id="3"/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 xml:space="preserve">parte </w:t>
      </w:r>
      <w:r>
        <w:rPr>
          <w:rFonts w:ascii="Arial" w:hAnsi="Arial"/>
        </w:rPr>
        <w:t xml:space="preserve">vaginale </w:t>
      </w:r>
      <w:r w:rsidR="006F57F5" w:rsidRPr="006F57F5">
        <w:rPr>
          <w:rFonts w:ascii="Arial" w:hAnsi="Arial"/>
        </w:rPr>
        <w:t xml:space="preserve">douchekop </w:t>
      </w:r>
      <w:r>
        <w:rPr>
          <w:rFonts w:ascii="Arial" w:hAnsi="Arial"/>
        </w:rPr>
        <w:t xml:space="preserve">die </w:t>
      </w:r>
      <w:r w:rsidR="006F57F5" w:rsidRPr="006F57F5">
        <w:rPr>
          <w:rFonts w:ascii="Arial" w:hAnsi="Arial"/>
        </w:rPr>
        <w:t xml:space="preserve">in </w:t>
      </w:r>
      <w:r>
        <w:rPr>
          <w:rFonts w:ascii="Arial" w:hAnsi="Arial"/>
        </w:rPr>
        <w:t>rust</w:t>
      </w:r>
      <w:r w:rsidR="006F57F5" w:rsidRPr="006F57F5">
        <w:rPr>
          <w:rFonts w:ascii="Arial" w:hAnsi="Arial"/>
        </w:rPr>
        <w:t>positie</w:t>
      </w:r>
      <w:r>
        <w:rPr>
          <w:rFonts w:ascii="Arial" w:hAnsi="Arial"/>
        </w:rPr>
        <w:t xml:space="preserve"> onder de anale douchekop</w:t>
      </w:r>
      <w:r w:rsidR="00A92730">
        <w:rPr>
          <w:rFonts w:ascii="Arial" w:hAnsi="Arial"/>
        </w:rPr>
        <w:t xml:space="preserve"> beschermd zit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</w:p>
    <w:p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>ctivering van het oriëntatielicht door middel van helderheidssensor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riëntatielicht instelbaar in zeven kleuren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vie</w:t>
      </w:r>
      <w:r w:rsidR="006F57F5" w:rsidRPr="006F57F5">
        <w:rPr>
          <w:rFonts w:ascii="Arial" w:hAnsi="Arial"/>
        </w:rPr>
        <w:t>r gebruikersprofielen programmeerbaar</w:t>
      </w:r>
    </w:p>
    <w:p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:rsidTr="005F38EA">
        <w:trPr>
          <w:trHeight w:val="80"/>
        </w:trPr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5F38EA" w:rsidRPr="002A1799" w:rsidRDefault="005F38EA" w:rsidP="005F38EA"/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E3EBE" w:rsidP="003E3EBE">
            <w:pPr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C13F53C" wp14:editId="2716424B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4A84C44" wp14:editId="284F8659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584042" wp14:editId="6EC44845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lastRenderedPageBreak/>
        <w:drawing>
          <wp:inline distT="0" distB="0" distL="0" distR="0" wp14:anchorId="05AC7F77" wp14:editId="45A2A9AF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 met een glansverchroomd sierplaatje (een wit sierplaatje is ook mogelijk)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46" w:rsidRDefault="00832446">
      <w:r>
        <w:separator/>
      </w:r>
    </w:p>
  </w:endnote>
  <w:endnote w:type="continuationSeparator" w:id="0">
    <w:p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46" w:rsidRDefault="00832446">
      <w:r>
        <w:separator/>
      </w:r>
    </w:p>
  </w:footnote>
  <w:footnote w:type="continuationSeparator" w:id="0">
    <w:p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BE57EA">
      <w:rPr>
        <w:rFonts w:ascii="Arial" w:hAnsi="Arial"/>
        <w:b/>
      </w:rPr>
      <w:t>AquaClean Sela complete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E57E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hang-wc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3E0595-CD09-4D91-BE54-4AF742419704}"/>
</file>

<file path=customXml/itemProps2.xml><?xml version="1.0" encoding="utf-8"?>
<ds:datastoreItem xmlns:ds="http://schemas.openxmlformats.org/officeDocument/2006/customXml" ds:itemID="{B70FD37F-BD9C-4FD5-B75A-B2B71EC2CED7}"/>
</file>

<file path=customXml/itemProps3.xml><?xml version="1.0" encoding="utf-8"?>
<ds:datastoreItem xmlns:ds="http://schemas.openxmlformats.org/officeDocument/2006/customXml" ds:itemID="{AE48F13F-7F4A-429C-8A84-90AA5B229E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85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2020-04-29T08:11:00Z</dcterms:created>
  <dcterms:modified xsi:type="dcterms:W3CDTF">2020-04-29T16:12:00Z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